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418" w:rsidRPr="003149FE" w:rsidRDefault="00073418" w:rsidP="00D52DE7">
      <w:pPr>
        <w:pStyle w:val="TimesNewRoman"/>
        <w:rPr>
          <w:rFonts w:ascii="Times New Roman" w:hAnsi="Times New Roman" w:cs="Times New Roman"/>
        </w:rPr>
      </w:pPr>
      <w:r w:rsidRPr="003149FE">
        <w:rPr>
          <w:rFonts w:ascii="Times New Roman" w:hAnsi="Times New Roman" w:cs="Times New Roman"/>
        </w:rPr>
        <w:t>Приложение № 2.1</w:t>
      </w:r>
      <w:r w:rsidRPr="003149FE">
        <w:rPr>
          <w:rFonts w:ascii="Times New Roman" w:hAnsi="Times New Roman" w:cs="Times New Roman"/>
        </w:rPr>
        <w:br/>
        <w:t>к Порядку проведения и проверки ИС(ИИ)</w:t>
      </w:r>
      <w:r w:rsidRPr="003149FE">
        <w:rPr>
          <w:rFonts w:ascii="Times New Roman" w:hAnsi="Times New Roman" w:cs="Times New Roman"/>
        </w:rPr>
        <w:br/>
        <w:t>на территории Воронежской области</w:t>
      </w:r>
    </w:p>
    <w:p w:rsidR="00073418" w:rsidRDefault="00073418" w:rsidP="00F40F8D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3418" w:rsidRPr="001C4FDB" w:rsidRDefault="00073418" w:rsidP="00F40F8D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3418" w:rsidRPr="001C4FDB" w:rsidRDefault="00073418" w:rsidP="00F40F8D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3418" w:rsidRPr="00635E51" w:rsidRDefault="00073418" w:rsidP="006F0137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Штамп образовательной организации</w:t>
      </w:r>
    </w:p>
    <w:p w:rsidR="00073418" w:rsidRPr="00635E51" w:rsidRDefault="00073418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418" w:rsidRPr="00635E51" w:rsidRDefault="00073418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418" w:rsidRPr="00635E51" w:rsidRDefault="00073418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418" w:rsidRPr="00635E51" w:rsidRDefault="00073418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418" w:rsidRPr="0063623F" w:rsidRDefault="00073418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дата______ номер__________</w:t>
      </w:r>
      <w:r>
        <w:rPr>
          <w:rFonts w:ascii="Times New Roman" w:hAnsi="Times New Roman" w:cs="Times New Roman"/>
          <w:sz w:val="28"/>
          <w:szCs w:val="28"/>
        </w:rPr>
        <w:tab/>
        <w:t>По месту требования</w:t>
      </w:r>
    </w:p>
    <w:p w:rsidR="00073418" w:rsidRDefault="00073418" w:rsidP="006F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3418" w:rsidRPr="0042309D" w:rsidRDefault="00073418" w:rsidP="006F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3418" w:rsidRPr="0042309D" w:rsidRDefault="00073418" w:rsidP="006F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3418" w:rsidRPr="00F733FA" w:rsidRDefault="00073418" w:rsidP="006F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733FA">
        <w:rPr>
          <w:rFonts w:ascii="Times New Roman" w:hAnsi="Times New Roman" w:cs="Times New Roman"/>
          <w:sz w:val="32"/>
          <w:szCs w:val="32"/>
        </w:rPr>
        <w:t>С П Р А В К А</w:t>
      </w:r>
    </w:p>
    <w:p w:rsidR="00073418" w:rsidRDefault="00073418" w:rsidP="006F013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73418" w:rsidRDefault="00073418" w:rsidP="006F013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73418" w:rsidRDefault="00073418" w:rsidP="00A8161B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Выдана обучающемуся (обучающейся) _______________________ курса</w:t>
      </w:r>
    </w:p>
    <w:p w:rsidR="00073418" w:rsidRDefault="00073418" w:rsidP="00A8161B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3418" w:rsidRPr="0067444D" w:rsidRDefault="00073418" w:rsidP="00A8161B">
      <w:pPr>
        <w:autoSpaceDE w:val="0"/>
        <w:autoSpaceDN w:val="0"/>
        <w:adjustRightInd w:val="0"/>
        <w:spacing w:after="100" w:line="240" w:lineRule="auto"/>
        <w:ind w:left="3540"/>
        <w:rPr>
          <w:rFonts w:ascii="Times New Roman" w:hAnsi="Times New Roman" w:cs="Times New Roman"/>
          <w:i/>
          <w:iCs/>
          <w:sz w:val="20"/>
          <w:szCs w:val="20"/>
        </w:rPr>
      </w:pPr>
      <w:r w:rsidRPr="0067444D">
        <w:rPr>
          <w:rFonts w:ascii="Times New Roman" w:hAnsi="Times New Roman" w:cs="Times New Roman"/>
          <w:i/>
          <w:iCs/>
          <w:sz w:val="20"/>
          <w:szCs w:val="20"/>
        </w:rPr>
        <w:t>(фамилия, имя</w:t>
      </w:r>
      <w:r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 xml:space="preserve"> отчество)</w:t>
      </w:r>
    </w:p>
    <w:p w:rsidR="00073418" w:rsidRDefault="00073418" w:rsidP="009A04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том, что он (она) завершил </w:t>
      </w:r>
      <w:r w:rsidRPr="0063623F">
        <w:rPr>
          <w:rFonts w:ascii="Times New Roman" w:hAnsi="Times New Roman" w:cs="Times New Roman"/>
          <w:sz w:val="28"/>
          <w:szCs w:val="28"/>
        </w:rPr>
        <w:t>освоение образовательных программ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__________ году.</w:t>
      </w:r>
    </w:p>
    <w:p w:rsidR="00073418" w:rsidRDefault="00073418" w:rsidP="003357CC">
      <w:pPr>
        <w:spacing w:after="0" w:line="240" w:lineRule="auto"/>
      </w:pPr>
    </w:p>
    <w:p w:rsidR="00073418" w:rsidRDefault="00073418" w:rsidP="00A8161B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3418" w:rsidRPr="0067444D" w:rsidRDefault="00073418" w:rsidP="00A8161B">
      <w:pPr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(наименование образовательной организации)</w:t>
      </w:r>
    </w:p>
    <w:p w:rsidR="00073418" w:rsidRDefault="00073418" w:rsidP="009A04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имеет государственной аккредитации образовательной деятельности по основным образовательным программам среднего общего образования.</w:t>
      </w:r>
    </w:p>
    <w:p w:rsidR="00073418" w:rsidRDefault="00073418" w:rsidP="00B52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73418" w:rsidRDefault="00073418" w:rsidP="00B52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3418" w:rsidRDefault="00073418" w:rsidP="00B52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3418" w:rsidRPr="0067444D" w:rsidRDefault="00073418" w:rsidP="00B52E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44D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br/>
      </w:r>
      <w:r w:rsidRPr="0067444D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7444D">
        <w:rPr>
          <w:rFonts w:ascii="Times New Roman" w:hAnsi="Times New Roman" w:cs="Times New Roman"/>
          <w:sz w:val="28"/>
          <w:szCs w:val="28"/>
        </w:rPr>
        <w:t>_______________ /__________________/</w:t>
      </w:r>
    </w:p>
    <w:p w:rsidR="00073418" w:rsidRDefault="00073418" w:rsidP="00B52E36">
      <w:pPr>
        <w:spacing w:after="0" w:line="240" w:lineRule="auto"/>
        <w:ind w:left="3538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44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>(подпись)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(р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асшифровка подписи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073418" w:rsidRDefault="00073418" w:rsidP="00B52E36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073418" w:rsidRDefault="00073418" w:rsidP="00B52E36">
      <w:pPr>
        <w:autoSpaceDE w:val="0"/>
        <w:autoSpaceDN w:val="0"/>
        <w:adjustRightInd w:val="0"/>
        <w:spacing w:after="0" w:line="240" w:lineRule="auto"/>
        <w:jc w:val="both"/>
      </w:pPr>
    </w:p>
    <w:sectPr w:rsidR="00073418" w:rsidSect="004807C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418" w:rsidRDefault="00073418" w:rsidP="00C8329A">
      <w:pPr>
        <w:spacing w:after="0" w:line="240" w:lineRule="auto"/>
      </w:pPr>
      <w:r>
        <w:separator/>
      </w:r>
    </w:p>
  </w:endnote>
  <w:endnote w:type="continuationSeparator" w:id="1">
    <w:p w:rsidR="00073418" w:rsidRDefault="00073418" w:rsidP="00C8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418" w:rsidRDefault="00073418" w:rsidP="00C8329A">
      <w:pPr>
        <w:spacing w:after="0" w:line="240" w:lineRule="auto"/>
      </w:pPr>
      <w:r>
        <w:separator/>
      </w:r>
    </w:p>
  </w:footnote>
  <w:footnote w:type="continuationSeparator" w:id="1">
    <w:p w:rsidR="00073418" w:rsidRDefault="00073418" w:rsidP="00C83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480"/>
    <w:rsid w:val="00071276"/>
    <w:rsid w:val="00073418"/>
    <w:rsid w:val="0011755C"/>
    <w:rsid w:val="001846B4"/>
    <w:rsid w:val="001C4FDB"/>
    <w:rsid w:val="00243ECE"/>
    <w:rsid w:val="003149FE"/>
    <w:rsid w:val="003357CC"/>
    <w:rsid w:val="0039486C"/>
    <w:rsid w:val="003A0395"/>
    <w:rsid w:val="003B11F3"/>
    <w:rsid w:val="003B38C0"/>
    <w:rsid w:val="003E47FC"/>
    <w:rsid w:val="0042309D"/>
    <w:rsid w:val="004440F3"/>
    <w:rsid w:val="004807CC"/>
    <w:rsid w:val="004A05C1"/>
    <w:rsid w:val="004C086D"/>
    <w:rsid w:val="004E6267"/>
    <w:rsid w:val="00580F99"/>
    <w:rsid w:val="00582B1C"/>
    <w:rsid w:val="005A4949"/>
    <w:rsid w:val="005B13BC"/>
    <w:rsid w:val="00612B6A"/>
    <w:rsid w:val="00617172"/>
    <w:rsid w:val="00633ABE"/>
    <w:rsid w:val="00635E51"/>
    <w:rsid w:val="0063623F"/>
    <w:rsid w:val="0067444D"/>
    <w:rsid w:val="006F0137"/>
    <w:rsid w:val="00740D39"/>
    <w:rsid w:val="00746503"/>
    <w:rsid w:val="00765FA4"/>
    <w:rsid w:val="00875C88"/>
    <w:rsid w:val="00927E80"/>
    <w:rsid w:val="00966985"/>
    <w:rsid w:val="0097283A"/>
    <w:rsid w:val="00986480"/>
    <w:rsid w:val="009A0409"/>
    <w:rsid w:val="009B54E8"/>
    <w:rsid w:val="00A03CCE"/>
    <w:rsid w:val="00A35864"/>
    <w:rsid w:val="00A40E8A"/>
    <w:rsid w:val="00A4348F"/>
    <w:rsid w:val="00A5229B"/>
    <w:rsid w:val="00A55E14"/>
    <w:rsid w:val="00A8161B"/>
    <w:rsid w:val="00B05DC8"/>
    <w:rsid w:val="00B52E36"/>
    <w:rsid w:val="00BA7676"/>
    <w:rsid w:val="00C57801"/>
    <w:rsid w:val="00C8329A"/>
    <w:rsid w:val="00CA2B28"/>
    <w:rsid w:val="00D52DE7"/>
    <w:rsid w:val="00D6307B"/>
    <w:rsid w:val="00DB20F5"/>
    <w:rsid w:val="00DF7D4E"/>
    <w:rsid w:val="00E73200"/>
    <w:rsid w:val="00F40F8D"/>
    <w:rsid w:val="00F56220"/>
    <w:rsid w:val="00F733FA"/>
    <w:rsid w:val="00FD4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B6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3B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329A"/>
  </w:style>
  <w:style w:type="paragraph" w:styleId="Footer">
    <w:name w:val="footer"/>
    <w:basedOn w:val="Normal"/>
    <w:link w:val="Foot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329A"/>
  </w:style>
  <w:style w:type="paragraph" w:customStyle="1" w:styleId="TimesNewRoman">
    <w:name w:val="Обычный + Times New Roman"/>
    <w:aliases w:val="14 пт"/>
    <w:basedOn w:val="Normal"/>
    <w:uiPriority w:val="99"/>
    <w:rsid w:val="00D52DE7"/>
    <w:pPr>
      <w:tabs>
        <w:tab w:val="left" w:pos="8055"/>
      </w:tabs>
      <w:spacing w:after="0" w:line="240" w:lineRule="auto"/>
      <w:jc w:val="righ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71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126</Words>
  <Characters>721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Пользователь</cp:lastModifiedBy>
  <cp:revision>18</cp:revision>
  <cp:lastPrinted>2024-10-31T13:16:00Z</cp:lastPrinted>
  <dcterms:created xsi:type="dcterms:W3CDTF">2017-10-24T08:16:00Z</dcterms:created>
  <dcterms:modified xsi:type="dcterms:W3CDTF">2024-12-09T08:57:00Z</dcterms:modified>
</cp:coreProperties>
</file>